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"/>
        <w:gridCol w:w="12078"/>
      </w:tblGrid>
      <w:tr w:rsidR="006657A5" w:rsidRPr="00901F42" w:rsidTr="00922FCE">
        <w:tc>
          <w:tcPr>
            <w:tcW w:w="1098" w:type="dxa"/>
          </w:tcPr>
          <w:p w:rsidR="006657A5" w:rsidRPr="00901F42" w:rsidRDefault="006657A5" w:rsidP="0084410C">
            <w:r w:rsidRPr="00901F42">
              <w:t>Week #2</w:t>
            </w:r>
          </w:p>
          <w:p w:rsidR="006657A5" w:rsidRPr="00901F42" w:rsidRDefault="006657A5" w:rsidP="0084410C"/>
          <w:p w:rsidR="006657A5" w:rsidRPr="00901F42" w:rsidRDefault="006657A5" w:rsidP="0084410C">
            <w:r w:rsidRPr="00901F42">
              <w:t xml:space="preserve">Date: </w:t>
            </w:r>
          </w:p>
          <w:p w:rsidR="006657A5" w:rsidRPr="00901F42" w:rsidRDefault="006657A5" w:rsidP="0084410C">
            <w:r w:rsidRPr="00901F42">
              <w:t>9/6-9/9</w:t>
            </w:r>
          </w:p>
        </w:tc>
        <w:tc>
          <w:tcPr>
            <w:tcW w:w="12078" w:type="dxa"/>
          </w:tcPr>
          <w:p w:rsidR="006657A5" w:rsidRPr="00901F42" w:rsidRDefault="006657A5" w:rsidP="0084410C">
            <w:r w:rsidRPr="00901F42">
              <w:t>Review Equip How To</w:t>
            </w:r>
          </w:p>
          <w:p w:rsidR="006657A5" w:rsidRPr="00901F42" w:rsidRDefault="006657A5" w:rsidP="0084410C"/>
          <w:p w:rsidR="006657A5" w:rsidRDefault="006657A5" w:rsidP="00922FCE">
            <w:r w:rsidRPr="00630B0E">
              <w:rPr>
                <w:b/>
              </w:rPr>
              <w:t>Monday</w:t>
            </w:r>
            <w:r w:rsidRPr="00901F42">
              <w:t xml:space="preserve">: </w:t>
            </w:r>
            <w:r w:rsidRPr="0022055D">
              <w:rPr>
                <w:u w:val="single"/>
              </w:rPr>
              <w:t>Objective:</w:t>
            </w:r>
            <w:r>
              <w:rPr>
                <w:u w:val="single"/>
              </w:rPr>
              <w:t xml:space="preserve"> </w:t>
            </w:r>
            <w:r>
              <w:t xml:space="preserve">Use appropriate technology tools and other resources to access information </w:t>
            </w:r>
          </w:p>
          <w:p w:rsidR="006657A5" w:rsidRPr="00922FCE" w:rsidRDefault="006657A5" w:rsidP="0083176C">
            <w:r w:rsidRPr="0022055D">
              <w:rPr>
                <w:u w:val="single"/>
              </w:rPr>
              <w:t>Essential Stand:</w:t>
            </w:r>
            <w:r>
              <w:t xml:space="preserve"> HS.TT.1 – Use technology and other resources for assigned tasks.</w:t>
            </w:r>
          </w:p>
          <w:p w:rsidR="006657A5" w:rsidRPr="004F2732" w:rsidRDefault="006657A5" w:rsidP="0083176C">
            <w:r w:rsidRPr="0022055D">
              <w:rPr>
                <w:u w:val="single"/>
              </w:rPr>
              <w:t xml:space="preserve">SIOP: </w:t>
            </w:r>
          </w:p>
          <w:p w:rsidR="006657A5" w:rsidRPr="00901F42" w:rsidRDefault="006657A5" w:rsidP="0022055D">
            <w:pPr>
              <w:numPr>
                <w:ilvl w:val="0"/>
                <w:numId w:val="1"/>
              </w:numPr>
            </w:pPr>
            <w:r w:rsidRPr="00901F42">
              <w:t>Review Scanner</w:t>
            </w:r>
            <w:r>
              <w:t xml:space="preserve"> – scan and print picture of chosen object and turn in</w:t>
            </w:r>
          </w:p>
          <w:p w:rsidR="006657A5" w:rsidRPr="00901F42" w:rsidRDefault="006657A5" w:rsidP="0084410C"/>
          <w:p w:rsidR="006657A5" w:rsidRDefault="006657A5" w:rsidP="004F2732">
            <w:r w:rsidRPr="00630B0E">
              <w:rPr>
                <w:b/>
              </w:rPr>
              <w:t>Tuesday</w:t>
            </w:r>
            <w:r w:rsidRPr="00901F42">
              <w:t xml:space="preserve">: </w:t>
            </w:r>
            <w:r w:rsidRPr="0022055D">
              <w:rPr>
                <w:u w:val="single"/>
              </w:rPr>
              <w:t>Objective:</w:t>
            </w:r>
            <w:r>
              <w:rPr>
                <w:u w:val="single"/>
              </w:rPr>
              <w:t xml:space="preserve"> </w:t>
            </w:r>
            <w:r>
              <w:t xml:space="preserve">Use appropriate technology tools and other resources to access information </w:t>
            </w:r>
          </w:p>
          <w:p w:rsidR="006657A5" w:rsidRPr="00922FCE" w:rsidRDefault="006657A5" w:rsidP="004F2732">
            <w:r w:rsidRPr="0022055D">
              <w:rPr>
                <w:u w:val="single"/>
              </w:rPr>
              <w:t>Essential Stand:</w:t>
            </w:r>
            <w:r>
              <w:t xml:space="preserve"> HS.TT.1 – Use technology and other resources for assigned tasks.</w:t>
            </w:r>
          </w:p>
          <w:p w:rsidR="006657A5" w:rsidRPr="0022055D" w:rsidRDefault="006657A5" w:rsidP="0022055D">
            <w:pPr>
              <w:rPr>
                <w:u w:val="single"/>
              </w:rPr>
            </w:pPr>
            <w:r w:rsidRPr="0022055D">
              <w:rPr>
                <w:u w:val="single"/>
              </w:rPr>
              <w:t xml:space="preserve">SIOP: </w:t>
            </w:r>
          </w:p>
          <w:p w:rsidR="006657A5" w:rsidRPr="00901F42" w:rsidRDefault="006657A5" w:rsidP="0022055D">
            <w:pPr>
              <w:numPr>
                <w:ilvl w:val="0"/>
                <w:numId w:val="1"/>
              </w:numPr>
            </w:pPr>
            <w:r w:rsidRPr="00901F42">
              <w:t>Review Digital Camera</w:t>
            </w:r>
            <w:r>
              <w:t>- take 3 pics and insert into Word and print out &amp; turn in</w:t>
            </w:r>
          </w:p>
          <w:p w:rsidR="006657A5" w:rsidRPr="00901F42" w:rsidRDefault="006657A5" w:rsidP="0084410C"/>
          <w:p w:rsidR="006657A5" w:rsidRDefault="006657A5" w:rsidP="004F2732">
            <w:r w:rsidRPr="00630B0E">
              <w:rPr>
                <w:b/>
              </w:rPr>
              <w:t>Wednesday</w:t>
            </w:r>
            <w:r w:rsidRPr="00901F42">
              <w:t xml:space="preserve">: </w:t>
            </w:r>
            <w:r w:rsidRPr="0022055D">
              <w:rPr>
                <w:u w:val="single"/>
              </w:rPr>
              <w:t>Objective:</w:t>
            </w:r>
            <w:r>
              <w:rPr>
                <w:u w:val="single"/>
              </w:rPr>
              <w:t xml:space="preserve"> </w:t>
            </w:r>
            <w:r>
              <w:t xml:space="preserve">Use appropriate technology tools and other resources to access information </w:t>
            </w:r>
          </w:p>
          <w:p w:rsidR="006657A5" w:rsidRPr="00922FCE" w:rsidRDefault="006657A5" w:rsidP="004F2732">
            <w:r w:rsidRPr="0022055D">
              <w:rPr>
                <w:u w:val="single"/>
              </w:rPr>
              <w:t>Essential Stand:</w:t>
            </w:r>
            <w:r>
              <w:t xml:space="preserve"> HS.TT.1 – Use technology and other resources for assigned tasks.</w:t>
            </w:r>
          </w:p>
          <w:p w:rsidR="006657A5" w:rsidRPr="0022055D" w:rsidRDefault="006657A5" w:rsidP="0022055D">
            <w:pPr>
              <w:rPr>
                <w:u w:val="single"/>
              </w:rPr>
            </w:pPr>
            <w:r w:rsidRPr="0022055D">
              <w:rPr>
                <w:u w:val="single"/>
              </w:rPr>
              <w:t xml:space="preserve">SIOP: </w:t>
            </w:r>
          </w:p>
          <w:p w:rsidR="006657A5" w:rsidRPr="00901F42" w:rsidRDefault="006657A5" w:rsidP="0022055D">
            <w:pPr>
              <w:numPr>
                <w:ilvl w:val="0"/>
                <w:numId w:val="1"/>
              </w:numPr>
            </w:pPr>
            <w:r w:rsidRPr="00901F42">
              <w:t>Review Camcorder</w:t>
            </w:r>
            <w:r>
              <w:t>- record 1 min and play back for Mrs. Mangum</w:t>
            </w:r>
          </w:p>
          <w:p w:rsidR="006657A5" w:rsidRPr="00901F42" w:rsidRDefault="006657A5" w:rsidP="0084410C"/>
          <w:p w:rsidR="006657A5" w:rsidRDefault="006657A5" w:rsidP="004F2732">
            <w:r w:rsidRPr="00630B0E">
              <w:rPr>
                <w:b/>
              </w:rPr>
              <w:t>Thursday</w:t>
            </w:r>
            <w:r w:rsidRPr="00901F42">
              <w:t>:</w:t>
            </w:r>
            <w:r w:rsidRPr="0022055D">
              <w:rPr>
                <w:u w:val="single"/>
              </w:rPr>
              <w:t xml:space="preserve"> Objective:</w:t>
            </w:r>
            <w:r>
              <w:rPr>
                <w:u w:val="single"/>
              </w:rPr>
              <w:t xml:space="preserve"> </w:t>
            </w:r>
            <w:r>
              <w:t xml:space="preserve">Use appropriate technology tools and other resources to access information </w:t>
            </w:r>
          </w:p>
          <w:p w:rsidR="006657A5" w:rsidRPr="00922FCE" w:rsidRDefault="006657A5" w:rsidP="004F2732">
            <w:r w:rsidRPr="0022055D">
              <w:rPr>
                <w:u w:val="single"/>
              </w:rPr>
              <w:t>Essential Stand:</w:t>
            </w:r>
            <w:r>
              <w:t xml:space="preserve"> HS.TT.1 – Use technology and other resources for assigned tasks.</w:t>
            </w:r>
          </w:p>
          <w:p w:rsidR="006657A5" w:rsidRPr="0022055D" w:rsidRDefault="006657A5" w:rsidP="0022055D">
            <w:pPr>
              <w:rPr>
                <w:u w:val="single"/>
              </w:rPr>
            </w:pPr>
            <w:r w:rsidRPr="0022055D">
              <w:rPr>
                <w:u w:val="single"/>
              </w:rPr>
              <w:t xml:space="preserve">SIOP: </w:t>
            </w:r>
          </w:p>
          <w:p w:rsidR="006657A5" w:rsidRPr="00901F42" w:rsidRDefault="006657A5" w:rsidP="0022055D">
            <w:pPr>
              <w:numPr>
                <w:ilvl w:val="0"/>
                <w:numId w:val="1"/>
              </w:numPr>
            </w:pPr>
            <w:r w:rsidRPr="00901F42">
              <w:t>Re</w:t>
            </w:r>
            <w:r>
              <w:t>view Laptop &amp; projector hook-up – connect a laptop and project so that laptop screen projects</w:t>
            </w:r>
          </w:p>
          <w:p w:rsidR="006657A5" w:rsidRPr="00901F42" w:rsidRDefault="006657A5" w:rsidP="0084410C"/>
          <w:p w:rsidR="006657A5" w:rsidRDefault="006657A5" w:rsidP="004F2732">
            <w:r w:rsidRPr="00901F42">
              <w:rPr>
                <w:b/>
                <w:bCs/>
              </w:rPr>
              <w:t xml:space="preserve">Friday: </w:t>
            </w:r>
            <w:r w:rsidRPr="0022055D">
              <w:rPr>
                <w:u w:val="single"/>
              </w:rPr>
              <w:t>Objective:</w:t>
            </w:r>
            <w:r>
              <w:rPr>
                <w:u w:val="single"/>
              </w:rPr>
              <w:t xml:space="preserve"> </w:t>
            </w:r>
            <w:r>
              <w:t xml:space="preserve">Use appropriate technology tools and other resources to access information </w:t>
            </w:r>
          </w:p>
          <w:p w:rsidR="006657A5" w:rsidRPr="00922FCE" w:rsidRDefault="006657A5" w:rsidP="004F2732">
            <w:r w:rsidRPr="0022055D">
              <w:rPr>
                <w:u w:val="single"/>
              </w:rPr>
              <w:t>Essential Stand:</w:t>
            </w:r>
            <w:r>
              <w:t xml:space="preserve"> HS.TT.1 – Use technology and other resources for assigned tasks.</w:t>
            </w:r>
          </w:p>
          <w:p w:rsidR="006657A5" w:rsidRPr="0022055D" w:rsidRDefault="006657A5" w:rsidP="0022055D">
            <w:pPr>
              <w:rPr>
                <w:u w:val="single"/>
              </w:rPr>
            </w:pPr>
            <w:r w:rsidRPr="0022055D">
              <w:rPr>
                <w:u w:val="single"/>
              </w:rPr>
              <w:t xml:space="preserve">SIOP: </w:t>
            </w:r>
          </w:p>
          <w:p w:rsidR="006657A5" w:rsidRPr="00901F42" w:rsidRDefault="006657A5" w:rsidP="0022055D">
            <w:pPr>
              <w:numPr>
                <w:ilvl w:val="0"/>
                <w:numId w:val="1"/>
              </w:numPr>
            </w:pPr>
            <w:r w:rsidRPr="00901F42">
              <w:rPr>
                <w:b/>
                <w:bCs/>
              </w:rPr>
              <w:t xml:space="preserve">Test on Equip How </w:t>
            </w:r>
          </w:p>
        </w:tc>
      </w:tr>
    </w:tbl>
    <w:p w:rsidR="006657A5" w:rsidRPr="00901F42" w:rsidRDefault="006657A5"/>
    <w:p w:rsidR="006657A5" w:rsidRPr="00901F42" w:rsidRDefault="006657A5">
      <w:pPr>
        <w:spacing w:after="200" w:line="276" w:lineRule="auto"/>
      </w:pPr>
      <w:r>
        <w:br w:type="page"/>
      </w: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11898"/>
      </w:tblGrid>
      <w:tr w:rsidR="006657A5" w:rsidRPr="00901F42" w:rsidTr="00630B0E">
        <w:tc>
          <w:tcPr>
            <w:tcW w:w="1278" w:type="dxa"/>
          </w:tcPr>
          <w:p w:rsidR="006657A5" w:rsidRPr="00901F42" w:rsidRDefault="006657A5" w:rsidP="0084410C">
            <w:r w:rsidRPr="00901F42">
              <w:t>Week #3</w:t>
            </w:r>
          </w:p>
          <w:p w:rsidR="006657A5" w:rsidRPr="00901F42" w:rsidRDefault="006657A5" w:rsidP="0084410C">
            <w:r w:rsidRPr="00901F42">
              <w:t xml:space="preserve">Date: </w:t>
            </w:r>
          </w:p>
          <w:p w:rsidR="006657A5" w:rsidRPr="00901F42" w:rsidRDefault="006657A5" w:rsidP="0084410C">
            <w:r w:rsidRPr="00901F42">
              <w:t>9</w:t>
            </w:r>
            <w:r>
              <w:t>/</w:t>
            </w:r>
            <w:r w:rsidRPr="00901F42">
              <w:t>12-9/16</w:t>
            </w:r>
          </w:p>
        </w:tc>
        <w:tc>
          <w:tcPr>
            <w:tcW w:w="11898" w:type="dxa"/>
          </w:tcPr>
          <w:p w:rsidR="006657A5" w:rsidRPr="006165EB" w:rsidRDefault="006657A5" w:rsidP="006165EB">
            <w:pPr>
              <w:rPr>
                <w:u w:val="single"/>
              </w:rPr>
            </w:pPr>
            <w:r w:rsidRPr="00630B0E">
              <w:rPr>
                <w:b/>
              </w:rPr>
              <w:t>Monday</w:t>
            </w:r>
            <w:r w:rsidRPr="00901F42">
              <w:t xml:space="preserve">: </w:t>
            </w:r>
            <w:r>
              <w:rPr>
                <w:u w:val="single"/>
              </w:rPr>
              <w:t>Obj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1.1 </w:t>
            </w:r>
            <w:r>
              <w:t xml:space="preserve">EXPLORE reading, listening, viewing resources and formats. </w:t>
            </w:r>
          </w:p>
          <w:p w:rsidR="006657A5" w:rsidRPr="008750AB" w:rsidRDefault="006657A5" w:rsidP="0083176C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HS.SI..1.3</w:t>
            </w:r>
            <w:r>
              <w:t xml:space="preserve"> – Evaluate content for relevance to the assigned task.</w:t>
            </w:r>
          </w:p>
          <w:p w:rsidR="006657A5" w:rsidRPr="008750AB" w:rsidRDefault="006657A5" w:rsidP="0083176C">
            <w:r w:rsidRPr="00D95566">
              <w:rPr>
                <w:u w:val="single"/>
              </w:rPr>
              <w:t xml:space="preserve">SIOP: </w:t>
            </w:r>
            <w:r>
              <w:t>Today you will explore mental help topics that are of interest to you.</w:t>
            </w:r>
          </w:p>
          <w:p w:rsidR="006657A5" w:rsidRPr="00901F42" w:rsidRDefault="006657A5" w:rsidP="008750AB">
            <w:pPr>
              <w:numPr>
                <w:ilvl w:val="0"/>
                <w:numId w:val="1"/>
              </w:numPr>
            </w:pPr>
            <w:r w:rsidRPr="00901F42">
              <w:t xml:space="preserve">Choose a topic for your Annotated Bibliography </w:t>
            </w:r>
          </w:p>
          <w:p w:rsidR="006657A5" w:rsidRPr="00901F42" w:rsidRDefault="006657A5" w:rsidP="0084410C"/>
          <w:p w:rsidR="006657A5" w:rsidRPr="008750AB" w:rsidRDefault="006657A5" w:rsidP="0007078A">
            <w:pPr>
              <w:rPr>
                <w:u w:val="single"/>
              </w:rPr>
            </w:pPr>
            <w:r w:rsidRPr="00630B0E">
              <w:rPr>
                <w:b/>
              </w:rPr>
              <w:t>Tuesday</w:t>
            </w:r>
            <w:r w:rsidRPr="00901F42">
              <w:t xml:space="preserve">: </w:t>
            </w:r>
            <w:r>
              <w:rPr>
                <w:u w:val="single"/>
              </w:rPr>
              <w:t>Obj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1.3  </w:t>
            </w:r>
            <w:r>
              <w:t xml:space="preserve">Use appropriate technology tools and other resources to access information </w:t>
            </w:r>
          </w:p>
          <w:p w:rsidR="006657A5" w:rsidRPr="008750AB" w:rsidRDefault="006657A5" w:rsidP="0007078A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HS.SI..1.3</w:t>
            </w:r>
            <w:r>
              <w:t xml:space="preserve"> – Evaluate content for relevance to the assigned task.</w:t>
            </w:r>
          </w:p>
          <w:p w:rsidR="006657A5" w:rsidRPr="008750AB" w:rsidRDefault="006657A5" w:rsidP="0007078A">
            <w:r w:rsidRPr="00D95566">
              <w:rPr>
                <w:u w:val="single"/>
              </w:rPr>
              <w:t xml:space="preserve">SIOP: </w:t>
            </w:r>
            <w:r>
              <w:t>Today you will explore mental help topics using online and print resources to ensure there is enough information on your topic.</w:t>
            </w:r>
          </w:p>
          <w:p w:rsidR="006657A5" w:rsidRPr="00901F42" w:rsidRDefault="006657A5" w:rsidP="0007078A">
            <w:pPr>
              <w:numPr>
                <w:ilvl w:val="0"/>
                <w:numId w:val="1"/>
              </w:numPr>
            </w:pPr>
            <w:r w:rsidRPr="00901F42">
              <w:t>Explore topics and source availability</w:t>
            </w:r>
          </w:p>
          <w:p w:rsidR="006657A5" w:rsidRPr="00901F42" w:rsidRDefault="006657A5" w:rsidP="0084410C"/>
          <w:p w:rsidR="006657A5" w:rsidRPr="008750AB" w:rsidRDefault="006657A5" w:rsidP="004A5DC2">
            <w:pPr>
              <w:rPr>
                <w:u w:val="single"/>
              </w:rPr>
            </w:pPr>
            <w:r w:rsidRPr="00630B0E">
              <w:rPr>
                <w:b/>
              </w:rPr>
              <w:t>Wednesday</w:t>
            </w:r>
            <w:r w:rsidRPr="00901F42">
              <w:t xml:space="preserve">: </w:t>
            </w:r>
            <w:r>
              <w:rPr>
                <w:u w:val="single"/>
              </w:rPr>
              <w:t>Obj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1.3  </w:t>
            </w:r>
            <w:r>
              <w:t xml:space="preserve">Use appropriate technology tools and other resources to access information </w:t>
            </w:r>
          </w:p>
          <w:p w:rsidR="006657A5" w:rsidRPr="008750AB" w:rsidRDefault="006657A5" w:rsidP="004A5DC2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HS.SI..1.3</w:t>
            </w:r>
            <w:r>
              <w:t xml:space="preserve"> – Evaluate content for relevance to the assigned task.</w:t>
            </w:r>
          </w:p>
          <w:p w:rsidR="006657A5" w:rsidRPr="00104DD7" w:rsidRDefault="006657A5" w:rsidP="003E77A0">
            <w:r w:rsidRPr="00D95566">
              <w:rPr>
                <w:u w:val="single"/>
              </w:rPr>
              <w:t xml:space="preserve">SIOP: </w:t>
            </w:r>
            <w:r w:rsidRPr="00104DD7">
              <w:rPr>
                <w:color w:val="000000"/>
              </w:rPr>
              <w:t>Today you will choose 1 mental help topic to create an annotated bib about</w:t>
            </w:r>
            <w:r>
              <w:rPr>
                <w:color w:val="000000"/>
              </w:rPr>
              <w:t xml:space="preserve"> and 1 book on that topic</w:t>
            </w:r>
            <w:r w:rsidRPr="00104DD7">
              <w:rPr>
                <w:color w:val="000000"/>
              </w:rPr>
              <w:t>.  Use</w:t>
            </w:r>
            <w:r>
              <w:rPr>
                <w:color w:val="000000"/>
              </w:rPr>
              <w:t xml:space="preserve"> </w:t>
            </w:r>
            <w:r w:rsidRPr="00104DD7">
              <w:rPr>
                <w:color w:val="000000"/>
              </w:rPr>
              <w:t>online and print resources to ensure there is enough information on your topic</w:t>
            </w:r>
          </w:p>
          <w:p w:rsidR="006657A5" w:rsidRPr="00901F42" w:rsidRDefault="006657A5" w:rsidP="004A5DC2">
            <w:pPr>
              <w:numPr>
                <w:ilvl w:val="0"/>
                <w:numId w:val="1"/>
              </w:numPr>
            </w:pPr>
            <w:r w:rsidRPr="00901F42">
              <w:t>Topic Choice due to Mrs. Mangum</w:t>
            </w:r>
          </w:p>
          <w:p w:rsidR="006657A5" w:rsidRPr="00901F42" w:rsidRDefault="006657A5" w:rsidP="0084410C"/>
          <w:p w:rsidR="006657A5" w:rsidRPr="008750AB" w:rsidRDefault="006657A5" w:rsidP="003A33A8">
            <w:pPr>
              <w:rPr>
                <w:u w:val="single"/>
              </w:rPr>
            </w:pPr>
            <w:r w:rsidRPr="00630B0E">
              <w:rPr>
                <w:b/>
              </w:rPr>
              <w:t>Thursday</w:t>
            </w:r>
            <w:r>
              <w:t>:</w:t>
            </w:r>
            <w:r w:rsidRPr="00D95566">
              <w:rPr>
                <w:u w:val="single"/>
              </w:rPr>
              <w:t xml:space="preserve"> </w:t>
            </w:r>
            <w:r>
              <w:rPr>
                <w:u w:val="single"/>
              </w:rPr>
              <w:t>Obj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1.3  </w:t>
            </w:r>
            <w:r>
              <w:t xml:space="preserve">Use appropriate technology tools and other resources to access information </w:t>
            </w:r>
          </w:p>
          <w:p w:rsidR="006657A5" w:rsidRPr="008750AB" w:rsidRDefault="006657A5" w:rsidP="003A33A8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HS.SI..1.3</w:t>
            </w:r>
            <w:r>
              <w:t xml:space="preserve"> – Evaluate content for relevance to the assigned task.</w:t>
            </w:r>
          </w:p>
          <w:p w:rsidR="006657A5" w:rsidRPr="003A33A8" w:rsidRDefault="006657A5" w:rsidP="008750AB">
            <w:r w:rsidRPr="00D95566">
              <w:rPr>
                <w:u w:val="single"/>
              </w:rPr>
              <w:t xml:space="preserve">SIOP: </w:t>
            </w:r>
            <w:r>
              <w:t>Today you will evaluate 1 library book on your topic using the research sheet to evaluate the criteria of author, purpose, and audience.</w:t>
            </w:r>
          </w:p>
          <w:p w:rsidR="006657A5" w:rsidRPr="00901F42" w:rsidRDefault="006657A5" w:rsidP="003A33A8">
            <w:pPr>
              <w:numPr>
                <w:ilvl w:val="0"/>
                <w:numId w:val="1"/>
              </w:numPr>
            </w:pPr>
            <w:r w:rsidRPr="00901F42">
              <w:t>Work on Book Source #1</w:t>
            </w:r>
          </w:p>
          <w:p w:rsidR="006657A5" w:rsidRPr="00901F42" w:rsidRDefault="006657A5" w:rsidP="0084410C"/>
          <w:p w:rsidR="006657A5" w:rsidRPr="004C3623" w:rsidRDefault="006657A5" w:rsidP="009771C8">
            <w:pPr>
              <w:pStyle w:val="Default"/>
            </w:pPr>
            <w:r w:rsidRPr="00630B0E">
              <w:rPr>
                <w:b/>
              </w:rPr>
              <w:t>Friday</w:t>
            </w:r>
            <w:r w:rsidRPr="00901F42">
              <w:t xml:space="preserve">: </w:t>
            </w:r>
            <w:r>
              <w:rPr>
                <w:u w:val="single"/>
              </w:rPr>
              <w:t>Obj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1.2</w:t>
            </w:r>
            <w:r>
              <w:t xml:space="preserve"> Evaluate information in a variety of sources and formats to demonstrate information literacy.</w:t>
            </w:r>
          </w:p>
          <w:p w:rsidR="006657A5" w:rsidRPr="008750AB" w:rsidRDefault="006657A5" w:rsidP="00EE0274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HS.SI..1.3</w:t>
            </w:r>
            <w:r>
              <w:t xml:space="preserve"> – Evaluate content for relevance to the assigned task.</w:t>
            </w:r>
          </w:p>
          <w:p w:rsidR="006657A5" w:rsidRPr="003A33A8" w:rsidRDefault="006657A5" w:rsidP="00EE0274">
            <w:r w:rsidRPr="00D95566">
              <w:rPr>
                <w:u w:val="single"/>
              </w:rPr>
              <w:t xml:space="preserve">SIOP: </w:t>
            </w:r>
            <w:r>
              <w:t>Today you will evaluate one library book on your topic by completing the Book Source #1 Research Sheet.</w:t>
            </w:r>
          </w:p>
          <w:p w:rsidR="006657A5" w:rsidRPr="00901F42" w:rsidRDefault="006657A5" w:rsidP="00EE0274">
            <w:pPr>
              <w:numPr>
                <w:ilvl w:val="0"/>
                <w:numId w:val="1"/>
              </w:numPr>
            </w:pPr>
            <w:r w:rsidRPr="00901F42">
              <w:t xml:space="preserve">Book source </w:t>
            </w:r>
            <w:r>
              <w:t xml:space="preserve">#1 </w:t>
            </w:r>
            <w:r w:rsidRPr="00901F42">
              <w:t>Research Sheet due</w:t>
            </w:r>
          </w:p>
        </w:tc>
      </w:tr>
    </w:tbl>
    <w:p w:rsidR="006657A5" w:rsidRPr="00901F42" w:rsidRDefault="006657A5">
      <w:pPr>
        <w:spacing w:after="200" w:line="276" w:lineRule="auto"/>
      </w:pPr>
      <w:r w:rsidRPr="00901F42">
        <w:br w:type="page"/>
      </w: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11808"/>
      </w:tblGrid>
      <w:tr w:rsidR="006657A5" w:rsidRPr="00901F42" w:rsidTr="00630B0E">
        <w:tc>
          <w:tcPr>
            <w:tcW w:w="1368" w:type="dxa"/>
          </w:tcPr>
          <w:p w:rsidR="006657A5" w:rsidRPr="00901F42" w:rsidRDefault="006657A5" w:rsidP="0084410C">
            <w:r w:rsidRPr="00901F42">
              <w:t>Week #4</w:t>
            </w:r>
          </w:p>
          <w:p w:rsidR="006657A5" w:rsidRPr="00901F42" w:rsidRDefault="006657A5" w:rsidP="0084410C"/>
          <w:p w:rsidR="006657A5" w:rsidRPr="00901F42" w:rsidRDefault="006657A5" w:rsidP="0084410C">
            <w:r w:rsidRPr="00901F42">
              <w:t>Date:</w:t>
            </w:r>
          </w:p>
          <w:p w:rsidR="006657A5" w:rsidRPr="00901F42" w:rsidRDefault="006657A5" w:rsidP="0084410C">
            <w:r w:rsidRPr="00901F42">
              <w:t>9/19-9/23</w:t>
            </w:r>
          </w:p>
        </w:tc>
        <w:tc>
          <w:tcPr>
            <w:tcW w:w="11808" w:type="dxa"/>
          </w:tcPr>
          <w:p w:rsidR="006657A5" w:rsidRPr="00E92E4F" w:rsidRDefault="006657A5" w:rsidP="00931907">
            <w:pPr>
              <w:rPr>
                <w:sz w:val="20"/>
                <w:szCs w:val="20"/>
              </w:rPr>
            </w:pPr>
            <w:r w:rsidRPr="00630B0E">
              <w:rPr>
                <w:b/>
              </w:rPr>
              <w:t>Monday</w:t>
            </w:r>
            <w:r w:rsidRPr="00901F42">
              <w:t xml:space="preserve">: </w:t>
            </w:r>
            <w:r w:rsidRPr="00E92E4F">
              <w:rPr>
                <w:sz w:val="20"/>
                <w:szCs w:val="20"/>
                <w:u w:val="single"/>
              </w:rPr>
              <w:t>Obj:Info Skills</w:t>
            </w:r>
            <w:r w:rsidRPr="00E92E4F">
              <w:rPr>
                <w:sz w:val="20"/>
                <w:szCs w:val="20"/>
              </w:rPr>
              <w:t xml:space="preserve"> 1.2 EVALUATE information in a variety of resources and formats to demonstrate information literacy. </w:t>
            </w:r>
          </w:p>
          <w:p w:rsidR="006657A5" w:rsidRPr="00E92E4F" w:rsidRDefault="006657A5" w:rsidP="0083176C">
            <w:pPr>
              <w:rPr>
                <w:sz w:val="20"/>
                <w:szCs w:val="20"/>
                <w:u w:val="single"/>
              </w:rPr>
            </w:pPr>
            <w:r w:rsidRPr="00E92E4F">
              <w:rPr>
                <w:sz w:val="20"/>
                <w:szCs w:val="20"/>
                <w:u w:val="single"/>
              </w:rPr>
              <w:t>Essential Stand:</w:t>
            </w:r>
            <w:r w:rsidRPr="00E92E4F">
              <w:rPr>
                <w:sz w:val="20"/>
                <w:szCs w:val="20"/>
              </w:rPr>
              <w:t xml:space="preserve"> HS.SI..1.3 – Evaluate content for relevance to the assigned task.</w:t>
            </w:r>
          </w:p>
          <w:p w:rsidR="006657A5" w:rsidRPr="00BE21E7" w:rsidRDefault="006657A5" w:rsidP="0083176C">
            <w:r w:rsidRPr="00931907">
              <w:rPr>
                <w:u w:val="single"/>
              </w:rPr>
              <w:t>SIOP</w:t>
            </w:r>
            <w:r>
              <w:t>: Today you will write a review of your first book source stating your opinion of the book based on the criteria you completed on your research sheet.</w:t>
            </w:r>
          </w:p>
          <w:p w:rsidR="006657A5" w:rsidRPr="00901F42" w:rsidRDefault="006657A5" w:rsidP="007776D1">
            <w:pPr>
              <w:numPr>
                <w:ilvl w:val="0"/>
                <w:numId w:val="1"/>
              </w:numPr>
            </w:pPr>
            <w:r>
              <w:t>Work on typing</w:t>
            </w:r>
            <w:r w:rsidRPr="00901F42">
              <w:t xml:space="preserve"> Book Source #1 in a paragraph form</w:t>
            </w:r>
            <w:r>
              <w:t xml:space="preserve"> w/ MLA citation</w:t>
            </w:r>
          </w:p>
          <w:p w:rsidR="006657A5" w:rsidRPr="00901F42" w:rsidRDefault="006657A5" w:rsidP="0084410C"/>
          <w:p w:rsidR="006657A5" w:rsidRPr="00E92E4F" w:rsidRDefault="006657A5" w:rsidP="00315B0E">
            <w:pPr>
              <w:rPr>
                <w:sz w:val="20"/>
                <w:szCs w:val="20"/>
              </w:rPr>
            </w:pPr>
            <w:r w:rsidRPr="00630B0E">
              <w:rPr>
                <w:b/>
              </w:rPr>
              <w:t>Tuesday</w:t>
            </w:r>
            <w:r w:rsidRPr="00901F42">
              <w:t xml:space="preserve">: </w:t>
            </w:r>
            <w:r w:rsidRPr="00E92E4F">
              <w:rPr>
                <w:sz w:val="20"/>
                <w:szCs w:val="20"/>
                <w:u w:val="single"/>
              </w:rPr>
              <w:t>Obj:Info Skills</w:t>
            </w:r>
            <w:r w:rsidRPr="00E92E4F">
              <w:rPr>
                <w:sz w:val="20"/>
                <w:szCs w:val="20"/>
              </w:rPr>
              <w:t xml:space="preserve"> 1.2 EVALUATE information in a variety of resources and formats to demonstrate information literacy. </w:t>
            </w:r>
          </w:p>
          <w:p w:rsidR="006657A5" w:rsidRPr="00E92E4F" w:rsidRDefault="006657A5" w:rsidP="00315B0E">
            <w:pPr>
              <w:rPr>
                <w:sz w:val="20"/>
                <w:szCs w:val="20"/>
                <w:u w:val="single"/>
              </w:rPr>
            </w:pPr>
            <w:r w:rsidRPr="00E92E4F">
              <w:rPr>
                <w:sz w:val="20"/>
                <w:szCs w:val="20"/>
                <w:u w:val="single"/>
              </w:rPr>
              <w:t>Essential Stand:</w:t>
            </w:r>
            <w:r w:rsidRPr="00E92E4F">
              <w:rPr>
                <w:sz w:val="20"/>
                <w:szCs w:val="20"/>
              </w:rPr>
              <w:t xml:space="preserve"> HS.SI..1.3 – Evaluate content for relevance to the assigned task.</w:t>
            </w:r>
          </w:p>
          <w:p w:rsidR="006657A5" w:rsidRPr="00BE21E7" w:rsidRDefault="006657A5" w:rsidP="00315B0E">
            <w:r w:rsidRPr="00931907">
              <w:rPr>
                <w:u w:val="single"/>
              </w:rPr>
              <w:t>SIOP</w:t>
            </w:r>
            <w:r>
              <w:t>: Today you will write a review of your first book source stating your opinion of the book based on the criteria you completed on your research sheet.</w:t>
            </w:r>
          </w:p>
          <w:p w:rsidR="006657A5" w:rsidRPr="00901F42" w:rsidRDefault="006657A5" w:rsidP="00315B0E">
            <w:pPr>
              <w:numPr>
                <w:ilvl w:val="0"/>
                <w:numId w:val="1"/>
              </w:numPr>
            </w:pPr>
            <w:r>
              <w:t>Due Typed</w:t>
            </w:r>
            <w:r w:rsidRPr="00901F42">
              <w:t xml:space="preserve"> Book Source #1 in a paragraph form</w:t>
            </w:r>
          </w:p>
          <w:p w:rsidR="006657A5" w:rsidRPr="00901F42" w:rsidRDefault="006657A5" w:rsidP="0084410C"/>
          <w:p w:rsidR="006657A5" w:rsidRPr="00E92E4F" w:rsidRDefault="006657A5" w:rsidP="00CF2771">
            <w:pPr>
              <w:rPr>
                <w:sz w:val="20"/>
                <w:szCs w:val="20"/>
                <w:u w:val="single"/>
              </w:rPr>
            </w:pPr>
            <w:r w:rsidRPr="00630B0E">
              <w:rPr>
                <w:b/>
              </w:rPr>
              <w:t>Wednesday</w:t>
            </w:r>
            <w:r w:rsidRPr="00901F42">
              <w:t>:</w:t>
            </w:r>
            <w:r>
              <w:t xml:space="preserve"> </w:t>
            </w:r>
            <w:r w:rsidRPr="00E92E4F">
              <w:rPr>
                <w:sz w:val="20"/>
                <w:szCs w:val="20"/>
                <w:u w:val="single"/>
              </w:rPr>
              <w:t xml:space="preserve">Obj: : Info Skill 1.3  </w:t>
            </w:r>
            <w:r w:rsidRPr="00E92E4F">
              <w:rPr>
                <w:sz w:val="20"/>
                <w:szCs w:val="20"/>
              </w:rPr>
              <w:t xml:space="preserve">Use appropriate technology tools and other resources to access information </w:t>
            </w:r>
          </w:p>
          <w:p w:rsidR="006657A5" w:rsidRPr="00E92E4F" w:rsidRDefault="006657A5" w:rsidP="00CF2771">
            <w:pPr>
              <w:rPr>
                <w:sz w:val="20"/>
                <w:szCs w:val="20"/>
              </w:rPr>
            </w:pPr>
            <w:r w:rsidRPr="00E92E4F">
              <w:rPr>
                <w:sz w:val="20"/>
                <w:szCs w:val="20"/>
                <w:u w:val="single"/>
              </w:rPr>
              <w:t xml:space="preserve">Essential Stand: </w:t>
            </w:r>
            <w:r w:rsidRPr="00E92E4F">
              <w:rPr>
                <w:sz w:val="20"/>
                <w:szCs w:val="20"/>
              </w:rPr>
              <w:t>HS.SI..1.3 – Evaluate content for relevance to the assigned task.</w:t>
            </w:r>
          </w:p>
          <w:p w:rsidR="006657A5" w:rsidRPr="003A33A8" w:rsidRDefault="006657A5" w:rsidP="00CF2771">
            <w:r w:rsidRPr="00D95566">
              <w:rPr>
                <w:u w:val="single"/>
              </w:rPr>
              <w:t xml:space="preserve">SIOP: </w:t>
            </w:r>
            <w:r>
              <w:t>Today you will evaluate 1 library book on your topic using the research sheet to evaluate the criteria of author, purpose, and audience.</w:t>
            </w:r>
          </w:p>
          <w:p w:rsidR="006657A5" w:rsidRPr="00901F42" w:rsidRDefault="006657A5" w:rsidP="0084410C">
            <w:pPr>
              <w:numPr>
                <w:ilvl w:val="0"/>
                <w:numId w:val="1"/>
              </w:numPr>
            </w:pPr>
            <w:r>
              <w:t>Work on Book Source #2</w:t>
            </w:r>
          </w:p>
          <w:p w:rsidR="006657A5" w:rsidRPr="00901F42" w:rsidRDefault="006657A5" w:rsidP="0084410C"/>
          <w:p w:rsidR="006657A5" w:rsidRPr="00E92E4F" w:rsidRDefault="006657A5" w:rsidP="00CF2771">
            <w:pPr>
              <w:pStyle w:val="Default"/>
              <w:rPr>
                <w:sz w:val="20"/>
                <w:szCs w:val="20"/>
              </w:rPr>
            </w:pPr>
            <w:r w:rsidRPr="00630B0E">
              <w:rPr>
                <w:b/>
              </w:rPr>
              <w:t>Thursday</w:t>
            </w:r>
            <w:r>
              <w:t xml:space="preserve">: </w:t>
            </w:r>
            <w:r w:rsidRPr="00E92E4F">
              <w:rPr>
                <w:sz w:val="20"/>
                <w:szCs w:val="20"/>
                <w:u w:val="single"/>
              </w:rPr>
              <w:t>Obj: : Info Skill 1.2</w:t>
            </w:r>
            <w:r w:rsidRPr="00E92E4F">
              <w:rPr>
                <w:sz w:val="20"/>
                <w:szCs w:val="20"/>
              </w:rPr>
              <w:t xml:space="preserve"> Evaluate information in a variety of sources and formats to demonstrate information literacy.</w:t>
            </w:r>
          </w:p>
          <w:p w:rsidR="006657A5" w:rsidRPr="00E92E4F" w:rsidRDefault="006657A5" w:rsidP="00CF2771">
            <w:pPr>
              <w:rPr>
                <w:sz w:val="20"/>
                <w:szCs w:val="20"/>
              </w:rPr>
            </w:pPr>
            <w:r w:rsidRPr="00E92E4F">
              <w:rPr>
                <w:sz w:val="20"/>
                <w:szCs w:val="20"/>
                <w:u w:val="single"/>
              </w:rPr>
              <w:t xml:space="preserve">Essential Stand: </w:t>
            </w:r>
            <w:r w:rsidRPr="00E92E4F">
              <w:rPr>
                <w:sz w:val="20"/>
                <w:szCs w:val="20"/>
              </w:rPr>
              <w:t>HS.SI..1.3 – Evaluate content for relevance to the assigned task.</w:t>
            </w:r>
          </w:p>
          <w:p w:rsidR="006657A5" w:rsidRPr="003A33A8" w:rsidRDefault="006657A5" w:rsidP="00CF2771">
            <w:r w:rsidRPr="00D95566">
              <w:rPr>
                <w:u w:val="single"/>
              </w:rPr>
              <w:t xml:space="preserve">SIOP: </w:t>
            </w:r>
            <w:r>
              <w:t>Today you will evaluate one library book on your topic by completing the Book Source #1 Research Sheet.</w:t>
            </w:r>
          </w:p>
          <w:p w:rsidR="006657A5" w:rsidRDefault="006657A5" w:rsidP="00CF2771">
            <w:pPr>
              <w:numPr>
                <w:ilvl w:val="0"/>
                <w:numId w:val="1"/>
              </w:numPr>
            </w:pPr>
            <w:r w:rsidRPr="00901F42">
              <w:t xml:space="preserve">Book source </w:t>
            </w:r>
            <w:r>
              <w:t xml:space="preserve">#2 </w:t>
            </w:r>
            <w:r w:rsidRPr="00901F42">
              <w:t>Research Sheet due</w:t>
            </w:r>
          </w:p>
          <w:p w:rsidR="006657A5" w:rsidRPr="00901F42" w:rsidRDefault="006657A5" w:rsidP="0084410C"/>
          <w:p w:rsidR="006657A5" w:rsidRPr="00E92E4F" w:rsidRDefault="006657A5" w:rsidP="00E92E4F">
            <w:pPr>
              <w:pStyle w:val="Default"/>
              <w:rPr>
                <w:sz w:val="20"/>
                <w:szCs w:val="20"/>
              </w:rPr>
            </w:pPr>
            <w:r w:rsidRPr="00630B0E">
              <w:rPr>
                <w:b/>
              </w:rPr>
              <w:t>Friday</w:t>
            </w:r>
            <w:r>
              <w:t xml:space="preserve">: </w:t>
            </w:r>
            <w:r w:rsidRPr="00E92E4F">
              <w:rPr>
                <w:sz w:val="20"/>
                <w:szCs w:val="20"/>
                <w:u w:val="single"/>
              </w:rPr>
              <w:t>Obj: : Info Skill 1.2</w:t>
            </w:r>
            <w:r w:rsidRPr="00E92E4F">
              <w:rPr>
                <w:sz w:val="20"/>
                <w:szCs w:val="20"/>
              </w:rPr>
              <w:t xml:space="preserve"> Evaluate information in a variety of sources and formats to demonstrate information literacy.</w:t>
            </w:r>
          </w:p>
          <w:p w:rsidR="006657A5" w:rsidRPr="00E92E4F" w:rsidRDefault="006657A5" w:rsidP="00E92E4F">
            <w:pPr>
              <w:rPr>
                <w:sz w:val="20"/>
                <w:szCs w:val="20"/>
              </w:rPr>
            </w:pPr>
            <w:r w:rsidRPr="00E92E4F">
              <w:rPr>
                <w:sz w:val="20"/>
                <w:szCs w:val="20"/>
                <w:u w:val="single"/>
              </w:rPr>
              <w:t xml:space="preserve">Essential Stand: </w:t>
            </w:r>
            <w:r w:rsidRPr="00E92E4F">
              <w:rPr>
                <w:sz w:val="20"/>
                <w:szCs w:val="20"/>
              </w:rPr>
              <w:t>HS.SI..1.3 – Evaluate content for relevance to the assigned task.</w:t>
            </w:r>
          </w:p>
          <w:p w:rsidR="006657A5" w:rsidRPr="00BE21E7" w:rsidRDefault="006657A5" w:rsidP="00C60F19">
            <w:r w:rsidRPr="00D95566">
              <w:rPr>
                <w:u w:val="single"/>
              </w:rPr>
              <w:t xml:space="preserve">SIOP: </w:t>
            </w:r>
            <w:r>
              <w:t>Today you will write a review of your second book source stating your opinion of the book based on the criteria you completed on your research sheet.</w:t>
            </w:r>
          </w:p>
          <w:p w:rsidR="006657A5" w:rsidRDefault="006657A5" w:rsidP="00E92E4F">
            <w:pPr>
              <w:numPr>
                <w:ilvl w:val="0"/>
                <w:numId w:val="1"/>
              </w:numPr>
            </w:pPr>
            <w:r>
              <w:t>Due typed Book Source #2 in paragraph form w/ MLA Citation</w:t>
            </w:r>
          </w:p>
          <w:p w:rsidR="006657A5" w:rsidRPr="00901F42" w:rsidRDefault="006657A5" w:rsidP="0084410C"/>
        </w:tc>
      </w:tr>
    </w:tbl>
    <w:p w:rsidR="006657A5" w:rsidRPr="00901F42" w:rsidRDefault="006657A5"/>
    <w:p w:rsidR="006657A5" w:rsidRPr="00901F42" w:rsidRDefault="006657A5">
      <w:pPr>
        <w:spacing w:after="200" w:line="276" w:lineRule="auto"/>
      </w:pPr>
      <w:r w:rsidRPr="00901F42">
        <w:br w:type="page"/>
      </w: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10908"/>
      </w:tblGrid>
      <w:tr w:rsidR="006657A5" w:rsidRPr="00901F42" w:rsidTr="00917A85">
        <w:tc>
          <w:tcPr>
            <w:tcW w:w="2268" w:type="dxa"/>
          </w:tcPr>
          <w:p w:rsidR="006657A5" w:rsidRPr="00901F42" w:rsidRDefault="006657A5" w:rsidP="0084410C">
            <w:r w:rsidRPr="00901F42">
              <w:t>Week #5</w:t>
            </w:r>
          </w:p>
          <w:p w:rsidR="006657A5" w:rsidRPr="00901F42" w:rsidRDefault="006657A5" w:rsidP="0084410C"/>
          <w:p w:rsidR="006657A5" w:rsidRPr="00901F42" w:rsidRDefault="006657A5" w:rsidP="0084410C">
            <w:r w:rsidRPr="00901F42">
              <w:t xml:space="preserve">Date: </w:t>
            </w:r>
          </w:p>
          <w:p w:rsidR="006657A5" w:rsidRPr="00901F42" w:rsidRDefault="006657A5" w:rsidP="0084410C">
            <w:r w:rsidRPr="00901F42">
              <w:t>9/26-9/30</w:t>
            </w:r>
          </w:p>
        </w:tc>
        <w:tc>
          <w:tcPr>
            <w:tcW w:w="10908" w:type="dxa"/>
          </w:tcPr>
          <w:p w:rsidR="006657A5" w:rsidRPr="00B26904" w:rsidRDefault="006657A5" w:rsidP="0084410C">
            <w:r w:rsidRPr="00E13656">
              <w:t xml:space="preserve"> </w:t>
            </w:r>
            <w:r w:rsidRPr="00B26904">
              <w:t xml:space="preserve">Mon: </w:t>
            </w:r>
            <w:r w:rsidRPr="00B26904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r w:rsidRPr="00B26904">
              <w:rPr>
                <w:color w:val="000000"/>
                <w:sz w:val="22"/>
                <w:szCs w:val="22"/>
              </w:rPr>
              <w:t xml:space="preserve">:Use appropriate technology tools and other resources to access information 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color w:val="000000"/>
                <w:sz w:val="22"/>
                <w:szCs w:val="22"/>
                <w:u w:val="single"/>
              </w:rPr>
              <w:t>Essential Standard:</w:t>
            </w:r>
            <w:r w:rsidRPr="00B26904">
              <w:rPr>
                <w:color w:val="000000"/>
                <w:sz w:val="22"/>
                <w:szCs w:val="22"/>
              </w:rPr>
              <w:t>HS.SI..1.3 – Evaluate content for relevance to the assigned task.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rStyle w:val="Strong"/>
                <w:color w:val="000000"/>
                <w:u w:val="single"/>
              </w:rPr>
              <w:t>SIOP Objective</w:t>
            </w:r>
            <w:r w:rsidRPr="00B26904">
              <w:rPr>
                <w:color w:val="000000"/>
              </w:rPr>
              <w:t>: Today you will begin evaluating the first internet on your topic using the research sheet to evaluate the criteria of author, purpose, and audience.</w:t>
            </w:r>
          </w:p>
          <w:p w:rsidR="006657A5" w:rsidRDefault="006657A5" w:rsidP="007C2747">
            <w:pPr>
              <w:numPr>
                <w:ilvl w:val="0"/>
                <w:numId w:val="1"/>
              </w:numPr>
            </w:pPr>
            <w:r>
              <w:t>Begin working on Internet Source Sheet #1</w:t>
            </w:r>
          </w:p>
          <w:p w:rsidR="006657A5" w:rsidRPr="00E13656" w:rsidRDefault="006657A5" w:rsidP="007C2747"/>
          <w:p w:rsidR="006657A5" w:rsidRPr="00E13656" w:rsidRDefault="006657A5" w:rsidP="0084410C">
            <w:pPr>
              <w:rPr>
                <w:color w:val="000000"/>
              </w:rPr>
            </w:pPr>
            <w:r w:rsidRPr="00E13656">
              <w:t>Tues</w:t>
            </w:r>
            <w:r w:rsidRPr="00E13656">
              <w:rPr>
                <w:color w:val="000000"/>
                <w:sz w:val="18"/>
                <w:szCs w:val="18"/>
                <w:u w:val="single"/>
              </w:rPr>
              <w:t xml:space="preserve"> </w:t>
            </w:r>
            <w:r w:rsidRPr="00E13656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r w:rsidRPr="00E13656">
              <w:rPr>
                <w:color w:val="000000"/>
                <w:sz w:val="22"/>
                <w:szCs w:val="22"/>
              </w:rPr>
              <w:t xml:space="preserve">:Use appropriate technology tools and other resources to access information </w:t>
            </w:r>
            <w:r w:rsidRPr="00E13656">
              <w:rPr>
                <w:color w:val="000000"/>
                <w:sz w:val="22"/>
                <w:szCs w:val="22"/>
              </w:rPr>
              <w:br/>
            </w:r>
            <w:r w:rsidRPr="00E13656">
              <w:rPr>
                <w:color w:val="000000"/>
                <w:sz w:val="22"/>
                <w:szCs w:val="22"/>
                <w:u w:val="single"/>
              </w:rPr>
              <w:t>Essential Standard:</w:t>
            </w:r>
            <w:r w:rsidRPr="00E13656">
              <w:rPr>
                <w:color w:val="000000"/>
                <w:sz w:val="22"/>
                <w:szCs w:val="22"/>
              </w:rPr>
              <w:t>HS.SI..1.3 – Evaluate content for relevance to the assigned task.</w:t>
            </w:r>
            <w:r w:rsidRPr="00E13656">
              <w:rPr>
                <w:color w:val="000000"/>
                <w:sz w:val="22"/>
                <w:szCs w:val="22"/>
              </w:rPr>
              <w:br/>
            </w:r>
            <w:r w:rsidRPr="00E13656">
              <w:rPr>
                <w:rStyle w:val="Strong"/>
                <w:color w:val="000000"/>
                <w:u w:val="single"/>
              </w:rPr>
              <w:t>SIOP Objective</w:t>
            </w:r>
            <w:r w:rsidRPr="00E13656">
              <w:rPr>
                <w:color w:val="000000"/>
              </w:rPr>
              <w:t>: Today you will finish evaluating the first internet on your topic using the research sheet to evaluate the criteria of author, purpose, and audience.</w:t>
            </w:r>
          </w:p>
          <w:p w:rsidR="006657A5" w:rsidRPr="00E13656" w:rsidRDefault="006657A5" w:rsidP="00E13656">
            <w:pPr>
              <w:numPr>
                <w:ilvl w:val="0"/>
                <w:numId w:val="1"/>
              </w:numPr>
            </w:pPr>
            <w:r w:rsidRPr="00E13656">
              <w:t>Due Internet Source Sheet #1</w:t>
            </w:r>
          </w:p>
          <w:p w:rsidR="006657A5" w:rsidRPr="00E13656" w:rsidRDefault="006657A5" w:rsidP="0084410C"/>
          <w:p w:rsidR="006657A5" w:rsidRPr="004D54CB" w:rsidRDefault="006657A5" w:rsidP="0084410C">
            <w:pPr>
              <w:rPr>
                <w:color w:val="000000"/>
              </w:rPr>
            </w:pPr>
            <w:r w:rsidRPr="00E13656">
              <w:t xml:space="preserve">Wed: </w:t>
            </w:r>
            <w:r w:rsidRPr="004D54CB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r w:rsidRPr="004D54CB">
              <w:rPr>
                <w:color w:val="000000"/>
                <w:sz w:val="22"/>
                <w:szCs w:val="22"/>
              </w:rPr>
              <w:t xml:space="preserve">:Use appropriate technology tools and other resources to access information </w:t>
            </w:r>
            <w:r w:rsidRPr="004D54CB">
              <w:rPr>
                <w:color w:val="000000"/>
                <w:sz w:val="22"/>
                <w:szCs w:val="22"/>
              </w:rPr>
              <w:br/>
            </w:r>
            <w:r w:rsidRPr="004D54CB">
              <w:rPr>
                <w:color w:val="000000"/>
                <w:sz w:val="22"/>
                <w:szCs w:val="22"/>
                <w:u w:val="single"/>
              </w:rPr>
              <w:t>Essential Standard:</w:t>
            </w:r>
            <w:r w:rsidRPr="004D54CB">
              <w:rPr>
                <w:color w:val="000000"/>
                <w:sz w:val="22"/>
                <w:szCs w:val="22"/>
              </w:rPr>
              <w:t>HS.SI..1.3 – Evaluate content for relevance to the assigned task.</w:t>
            </w:r>
            <w:r w:rsidRPr="004D54CB">
              <w:rPr>
                <w:color w:val="000000"/>
                <w:sz w:val="22"/>
                <w:szCs w:val="22"/>
              </w:rPr>
              <w:br/>
            </w:r>
            <w:r w:rsidRPr="004D54CB">
              <w:rPr>
                <w:rStyle w:val="Strong"/>
                <w:color w:val="000000"/>
                <w:u w:val="single"/>
              </w:rPr>
              <w:t>SIOP Objective</w:t>
            </w:r>
            <w:r w:rsidRPr="004D54CB">
              <w:rPr>
                <w:color w:val="000000"/>
              </w:rPr>
              <w:t>: Today you will begin typing your annotation of your first Internet Source on your topic including MLA citation.</w:t>
            </w:r>
          </w:p>
          <w:p w:rsidR="006657A5" w:rsidRDefault="006657A5" w:rsidP="004D54CB">
            <w:pPr>
              <w:numPr>
                <w:ilvl w:val="0"/>
                <w:numId w:val="1"/>
              </w:numPr>
            </w:pPr>
            <w:r>
              <w:t>Begin typing annotation for Internet Source #1</w:t>
            </w:r>
          </w:p>
          <w:p w:rsidR="006657A5" w:rsidRPr="00E13656" w:rsidRDefault="006657A5" w:rsidP="0084410C"/>
          <w:p w:rsidR="006657A5" w:rsidRDefault="006657A5" w:rsidP="0084410C">
            <w:pPr>
              <w:rPr>
                <w:color w:val="000000"/>
              </w:rPr>
            </w:pPr>
            <w:r w:rsidRPr="00E51B3B">
              <w:rPr>
                <w:sz w:val="22"/>
                <w:szCs w:val="22"/>
              </w:rPr>
              <w:t>Thurs</w:t>
            </w:r>
            <w:r w:rsidRPr="00E51B3B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Pr="00E51B3B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r w:rsidRPr="00E51B3B">
              <w:rPr>
                <w:color w:val="000000"/>
                <w:sz w:val="22"/>
                <w:szCs w:val="22"/>
              </w:rPr>
              <w:t xml:space="preserve">:Use appropriate technology tools and other resources to access information </w:t>
            </w:r>
            <w:r w:rsidRPr="00E51B3B">
              <w:rPr>
                <w:color w:val="000000"/>
                <w:sz w:val="22"/>
                <w:szCs w:val="22"/>
              </w:rPr>
              <w:br/>
            </w:r>
            <w:r w:rsidRPr="00E51B3B">
              <w:rPr>
                <w:color w:val="000000"/>
                <w:sz w:val="22"/>
                <w:szCs w:val="22"/>
                <w:u w:val="single"/>
              </w:rPr>
              <w:t>Essential Standard:</w:t>
            </w:r>
            <w:r w:rsidRPr="00E51B3B">
              <w:rPr>
                <w:color w:val="000000"/>
                <w:sz w:val="22"/>
                <w:szCs w:val="22"/>
              </w:rPr>
              <w:t>HS.SI..1.3 – Evaluate content for relevance to the assigned task.</w:t>
            </w:r>
            <w:r w:rsidRPr="00E51B3B">
              <w:rPr>
                <w:color w:val="000000"/>
                <w:sz w:val="22"/>
                <w:szCs w:val="22"/>
              </w:rPr>
              <w:br/>
            </w:r>
            <w:r w:rsidRPr="00E51B3B">
              <w:rPr>
                <w:rStyle w:val="Strong"/>
                <w:color w:val="000000"/>
                <w:u w:val="single"/>
              </w:rPr>
              <w:t>SIOP Objective</w:t>
            </w:r>
            <w:r w:rsidRPr="00E51B3B">
              <w:rPr>
                <w:color w:val="000000"/>
              </w:rPr>
              <w:t>: Today you will finish typing your annotation of your first Internet Source on your topic including MLA citation.</w:t>
            </w:r>
          </w:p>
          <w:p w:rsidR="006657A5" w:rsidRPr="00E51B3B" w:rsidRDefault="006657A5" w:rsidP="00E51B3B">
            <w:pPr>
              <w:numPr>
                <w:ilvl w:val="0"/>
                <w:numId w:val="1"/>
              </w:numPr>
            </w:pPr>
            <w:r>
              <w:t>Due typed paragraph of Internet Source #1 w/ MLA citation.</w:t>
            </w:r>
          </w:p>
          <w:p w:rsidR="006657A5" w:rsidRPr="00E13656" w:rsidRDefault="006657A5" w:rsidP="0084410C"/>
          <w:p w:rsidR="006657A5" w:rsidRPr="00B26904" w:rsidRDefault="006657A5" w:rsidP="00A338C3">
            <w:r w:rsidRPr="00E13656">
              <w:t xml:space="preserve">Fri: </w:t>
            </w:r>
            <w:r w:rsidRPr="00B26904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r w:rsidRPr="00B26904">
              <w:rPr>
                <w:color w:val="000000"/>
                <w:sz w:val="22"/>
                <w:szCs w:val="22"/>
              </w:rPr>
              <w:t xml:space="preserve">:Use appropriate technology tools and other resources to access information 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color w:val="000000"/>
                <w:sz w:val="22"/>
                <w:szCs w:val="22"/>
                <w:u w:val="single"/>
              </w:rPr>
              <w:t>Essential Standard:</w:t>
            </w:r>
            <w:r w:rsidRPr="00B26904">
              <w:rPr>
                <w:color w:val="000000"/>
                <w:sz w:val="22"/>
                <w:szCs w:val="22"/>
              </w:rPr>
              <w:t>HS.SI..1.3 – Evaluate content for relevance to the assigned task.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rStyle w:val="Strong"/>
                <w:color w:val="000000"/>
                <w:u w:val="single"/>
              </w:rPr>
              <w:t>SIOP Objective</w:t>
            </w:r>
            <w:r w:rsidRPr="00B26904">
              <w:rPr>
                <w:color w:val="000000"/>
              </w:rPr>
              <w:t>: Today you</w:t>
            </w:r>
            <w:r>
              <w:rPr>
                <w:color w:val="000000"/>
              </w:rPr>
              <w:t xml:space="preserve"> will begin evaluating the second</w:t>
            </w:r>
            <w:r w:rsidRPr="00B26904">
              <w:rPr>
                <w:color w:val="000000"/>
              </w:rPr>
              <w:t xml:space="preserve"> internet </w:t>
            </w:r>
            <w:r>
              <w:rPr>
                <w:color w:val="000000"/>
              </w:rPr>
              <w:t xml:space="preserve">source </w:t>
            </w:r>
            <w:r w:rsidRPr="00B26904">
              <w:rPr>
                <w:color w:val="000000"/>
              </w:rPr>
              <w:t>on your topic using the research sheet to evaluate the criteria of author, purpose, and audience.</w:t>
            </w:r>
          </w:p>
          <w:p w:rsidR="006657A5" w:rsidRDefault="006657A5" w:rsidP="00A338C3">
            <w:pPr>
              <w:numPr>
                <w:ilvl w:val="0"/>
                <w:numId w:val="1"/>
              </w:numPr>
            </w:pPr>
            <w:r>
              <w:t>Begin working on Internet Source Sheet #2</w:t>
            </w:r>
          </w:p>
          <w:p w:rsidR="006657A5" w:rsidRPr="00E13656" w:rsidRDefault="006657A5" w:rsidP="0084410C">
            <w:pPr>
              <w:rPr>
                <w:bCs/>
              </w:rPr>
            </w:pPr>
          </w:p>
        </w:tc>
      </w:tr>
    </w:tbl>
    <w:p w:rsidR="006657A5" w:rsidRPr="00901F42" w:rsidRDefault="006657A5">
      <w:pPr>
        <w:spacing w:after="200" w:line="276" w:lineRule="auto"/>
      </w:pPr>
      <w:r w:rsidRPr="00901F42">
        <w:br w:type="page"/>
      </w: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8"/>
        <w:gridCol w:w="10548"/>
      </w:tblGrid>
      <w:tr w:rsidR="006657A5" w:rsidRPr="00901F42" w:rsidTr="00854C63">
        <w:tc>
          <w:tcPr>
            <w:tcW w:w="2628" w:type="dxa"/>
          </w:tcPr>
          <w:p w:rsidR="006657A5" w:rsidRPr="00901F42" w:rsidRDefault="006657A5" w:rsidP="0084410C">
            <w:r w:rsidRPr="00901F42">
              <w:t>Week #6</w:t>
            </w:r>
          </w:p>
          <w:p w:rsidR="006657A5" w:rsidRPr="00901F42" w:rsidRDefault="006657A5" w:rsidP="0084410C"/>
          <w:p w:rsidR="006657A5" w:rsidRPr="00901F42" w:rsidRDefault="006657A5" w:rsidP="0084410C">
            <w:r w:rsidRPr="00901F42">
              <w:t xml:space="preserve">Date: </w:t>
            </w:r>
          </w:p>
          <w:p w:rsidR="006657A5" w:rsidRPr="00901F42" w:rsidRDefault="006657A5" w:rsidP="0084410C">
            <w:r w:rsidRPr="00901F42">
              <w:t>10/3-10/7</w:t>
            </w:r>
          </w:p>
          <w:p w:rsidR="006657A5" w:rsidRPr="00901F42" w:rsidRDefault="006657A5" w:rsidP="0084410C"/>
        </w:tc>
        <w:tc>
          <w:tcPr>
            <w:tcW w:w="10548" w:type="dxa"/>
          </w:tcPr>
          <w:p w:rsidR="006657A5" w:rsidRPr="00A44D20" w:rsidRDefault="006657A5" w:rsidP="00854C63">
            <w:r w:rsidRPr="00901F42">
              <w:t xml:space="preserve">Mon: </w:t>
            </w:r>
            <w:r w:rsidRPr="00A44D20">
              <w:rPr>
                <w:rFonts w:ascii="Arial" w:hAnsi="Arial" w:cs="Arial"/>
                <w:b/>
                <w:bCs/>
                <w:color w:val="000000"/>
                <w:sz w:val="18"/>
                <w:u w:val="single"/>
              </w:rPr>
              <w:t>Objective</w:t>
            </w:r>
            <w:r w:rsidRPr="00A44D20">
              <w:rPr>
                <w:rFonts w:ascii="Arial" w:hAnsi="Arial" w:cs="Arial"/>
                <w:color w:val="000000"/>
                <w:sz w:val="18"/>
                <w:szCs w:val="18"/>
              </w:rPr>
              <w:t xml:space="preserve">:Use appropriate technology tools and other resources to access information </w:t>
            </w:r>
            <w:r w:rsidRPr="00A44D20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44D20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Essential Standard:</w:t>
            </w:r>
            <w:r w:rsidRPr="00A44D20">
              <w:rPr>
                <w:rFonts w:ascii="Arial" w:hAnsi="Arial" w:cs="Arial"/>
                <w:color w:val="000000"/>
                <w:sz w:val="18"/>
                <w:szCs w:val="18"/>
              </w:rPr>
              <w:t>HS.SI..1.3 – Evaluate content for relevance to the assigned task.</w:t>
            </w:r>
            <w:r w:rsidRPr="00A44D20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44D20">
              <w:rPr>
                <w:rFonts w:ascii="Arial" w:hAnsi="Arial" w:cs="Arial"/>
                <w:b/>
                <w:bCs/>
                <w:color w:val="000000"/>
                <w:u w:val="single"/>
              </w:rPr>
              <w:t>SIOP Objective</w:t>
            </w:r>
            <w:r w:rsidRPr="00A44D20">
              <w:rPr>
                <w:rFonts w:ascii="Arial" w:hAnsi="Arial" w:cs="Arial"/>
                <w:color w:val="000000"/>
              </w:rPr>
              <w:t>: Today you will finish evaluating the second internet source on your topic by completing the research sheet to evaluate the criteria of author, purpose, and audience.</w:t>
            </w:r>
          </w:p>
          <w:p w:rsidR="006657A5" w:rsidRDefault="006657A5" w:rsidP="00A44D20">
            <w:pPr>
              <w:numPr>
                <w:ilvl w:val="0"/>
                <w:numId w:val="1"/>
              </w:numPr>
            </w:pPr>
            <w:r>
              <w:t>Due Internet Source #2 Sheet</w:t>
            </w:r>
          </w:p>
          <w:p w:rsidR="006657A5" w:rsidRPr="00901F42" w:rsidRDefault="006657A5" w:rsidP="00A44D20">
            <w:pPr>
              <w:numPr>
                <w:ilvl w:val="0"/>
                <w:numId w:val="1"/>
              </w:numPr>
            </w:pPr>
            <w:r w:rsidRPr="00901F42">
              <w:t>Check Lib 1 shelves</w:t>
            </w:r>
          </w:p>
          <w:p w:rsidR="006657A5" w:rsidRPr="00901F42" w:rsidRDefault="006657A5" w:rsidP="0084410C"/>
          <w:p w:rsidR="006657A5" w:rsidRDefault="006657A5" w:rsidP="0084410C">
            <w:r w:rsidRPr="00901F42">
              <w:t xml:space="preserve">Tues: </w:t>
            </w:r>
            <w:r w:rsidRPr="00786779">
              <w:rPr>
                <w:rFonts w:ascii="Arial" w:hAnsi="Arial" w:cs="Arial"/>
                <w:b/>
                <w:bCs/>
                <w:color w:val="000000"/>
                <w:sz w:val="18"/>
                <w:u w:val="single"/>
              </w:rPr>
              <w:t>Objective</w:t>
            </w:r>
            <w:r w:rsidRPr="00786779">
              <w:rPr>
                <w:rFonts w:ascii="Arial" w:hAnsi="Arial" w:cs="Arial"/>
                <w:color w:val="000000"/>
                <w:sz w:val="18"/>
                <w:szCs w:val="18"/>
              </w:rPr>
              <w:t xml:space="preserve">:Use appropriate technology tools and other resources to access information </w:t>
            </w:r>
            <w:r w:rsidRPr="0078677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786779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Essential Standard:</w:t>
            </w:r>
            <w:r w:rsidRPr="00786779">
              <w:rPr>
                <w:rFonts w:ascii="Arial" w:hAnsi="Arial" w:cs="Arial"/>
                <w:color w:val="000000"/>
                <w:sz w:val="18"/>
                <w:szCs w:val="18"/>
              </w:rPr>
              <w:t>HS.SI..1.3 – Evaluate content for relevance to the assigned task.</w:t>
            </w:r>
            <w:r w:rsidRPr="0078677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786779">
              <w:rPr>
                <w:rFonts w:ascii="Arial" w:hAnsi="Arial" w:cs="Arial"/>
                <w:b/>
                <w:bCs/>
                <w:color w:val="000000"/>
                <w:u w:val="single"/>
              </w:rPr>
              <w:t>SIOP Objective</w:t>
            </w:r>
            <w:r w:rsidRPr="00786779">
              <w:rPr>
                <w:rFonts w:ascii="Arial" w:hAnsi="Arial" w:cs="Arial"/>
                <w:color w:val="000000"/>
              </w:rPr>
              <w:t>: Today you will begin typing your annotation of your second Internet Source on your topic including MLA citation.</w:t>
            </w:r>
          </w:p>
          <w:p w:rsidR="006657A5" w:rsidRPr="00901F42" w:rsidRDefault="006657A5" w:rsidP="00786779">
            <w:pPr>
              <w:numPr>
                <w:ilvl w:val="0"/>
                <w:numId w:val="2"/>
              </w:numPr>
            </w:pPr>
            <w:r w:rsidRPr="00901F42">
              <w:t xml:space="preserve">Work on </w:t>
            </w:r>
            <w:r>
              <w:t xml:space="preserve">typing </w:t>
            </w:r>
            <w:r w:rsidRPr="00901F42">
              <w:t>Internet Source #2</w:t>
            </w:r>
          </w:p>
          <w:p w:rsidR="006657A5" w:rsidRPr="00901F42" w:rsidRDefault="006657A5" w:rsidP="0084410C"/>
          <w:p w:rsidR="006657A5" w:rsidRPr="00A31A67" w:rsidRDefault="006657A5" w:rsidP="0084410C">
            <w:r w:rsidRPr="00901F42">
              <w:t>Wed: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A31A67">
              <w:rPr>
                <w:rFonts w:ascii="Arial" w:hAnsi="Arial" w:cs="Arial"/>
                <w:b/>
                <w:bCs/>
                <w:color w:val="000000"/>
                <w:sz w:val="18"/>
                <w:u w:val="single"/>
              </w:rPr>
              <w:t>Objective</w:t>
            </w:r>
            <w:r w:rsidRPr="00A31A67">
              <w:rPr>
                <w:rFonts w:ascii="Arial" w:hAnsi="Arial" w:cs="Arial"/>
                <w:color w:val="000000"/>
                <w:sz w:val="18"/>
                <w:szCs w:val="18"/>
              </w:rPr>
              <w:t xml:space="preserve">:Use appropriate technology tools and other resources to access information </w:t>
            </w:r>
            <w:r w:rsidRPr="00A31A6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31A6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Essential Standard:</w:t>
            </w:r>
            <w:r w:rsidRPr="00A31A67">
              <w:rPr>
                <w:rFonts w:ascii="Arial" w:hAnsi="Arial" w:cs="Arial"/>
                <w:color w:val="000000"/>
                <w:sz w:val="18"/>
                <w:szCs w:val="18"/>
              </w:rPr>
              <w:t>HS.SI..1.3 – Evaluate content for relevance to the assigned task.</w:t>
            </w:r>
            <w:r w:rsidRPr="00A31A6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31A67">
              <w:rPr>
                <w:rFonts w:ascii="Arial" w:hAnsi="Arial" w:cs="Arial"/>
                <w:b/>
                <w:bCs/>
                <w:color w:val="000000"/>
                <w:u w:val="single"/>
              </w:rPr>
              <w:t>SIOP Objective</w:t>
            </w:r>
            <w:r w:rsidRPr="00A31A67">
              <w:rPr>
                <w:rFonts w:ascii="Arial" w:hAnsi="Arial" w:cs="Arial"/>
                <w:color w:val="000000"/>
              </w:rPr>
              <w:t>: Today you will finish typing your annotation of your secon Internet Source on your topic including MLA citation</w:t>
            </w:r>
          </w:p>
          <w:p w:rsidR="006657A5" w:rsidRPr="00E51B3B" w:rsidRDefault="006657A5" w:rsidP="00A31A67">
            <w:pPr>
              <w:numPr>
                <w:ilvl w:val="0"/>
                <w:numId w:val="1"/>
              </w:numPr>
            </w:pPr>
            <w:r>
              <w:t>Due typed paragraph of Internet Source #2 w/ MLA citation.</w:t>
            </w:r>
          </w:p>
          <w:p w:rsidR="006657A5" w:rsidRPr="00901F42" w:rsidRDefault="006657A5" w:rsidP="0084410C"/>
          <w:p w:rsidR="006657A5" w:rsidRPr="003B6B04" w:rsidRDefault="006657A5" w:rsidP="0084410C">
            <w:r w:rsidRPr="00901F42">
              <w:t xml:space="preserve">Thurs: </w:t>
            </w:r>
            <w:r w:rsidRPr="003B6B04">
              <w:rPr>
                <w:rFonts w:ascii="Arial" w:hAnsi="Arial" w:cs="Arial"/>
                <w:b/>
                <w:bCs/>
                <w:color w:val="000000"/>
                <w:sz w:val="18"/>
                <w:u w:val="single"/>
              </w:rPr>
              <w:t>Objective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t xml:space="preserve">:Use appropriate technology tools and other resources to access information 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Essential Standard: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t>HS.SI..1.3 – Evaluate content for relevance to the assigned task.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B6B04">
              <w:rPr>
                <w:rFonts w:ascii="Arial" w:hAnsi="Arial" w:cs="Arial"/>
                <w:b/>
                <w:bCs/>
                <w:color w:val="000000"/>
                <w:u w:val="single"/>
              </w:rPr>
              <w:t>SIOP Objective</w:t>
            </w:r>
            <w:r w:rsidRPr="003B6B04">
              <w:rPr>
                <w:rFonts w:ascii="Arial" w:hAnsi="Arial" w:cs="Arial"/>
                <w:color w:val="000000"/>
              </w:rPr>
              <w:t>: Today you will begin evaluating a primary source on your topic using the research sheet to evaluate the criteria of author, purpose, and audience.</w:t>
            </w:r>
          </w:p>
          <w:p w:rsidR="006657A5" w:rsidRDefault="006657A5" w:rsidP="0072514F">
            <w:pPr>
              <w:numPr>
                <w:ilvl w:val="0"/>
                <w:numId w:val="1"/>
              </w:numPr>
            </w:pPr>
            <w:r>
              <w:t>Begin working on Primary Source Research Sheet</w:t>
            </w:r>
          </w:p>
          <w:p w:rsidR="006657A5" w:rsidRPr="00901F42" w:rsidRDefault="006657A5" w:rsidP="0084410C"/>
          <w:p w:rsidR="006657A5" w:rsidRDefault="006657A5" w:rsidP="00854C63">
            <w:r w:rsidRPr="00901F42">
              <w:t xml:space="preserve">Fri: : </w:t>
            </w:r>
            <w:r w:rsidRPr="003B6B04">
              <w:rPr>
                <w:rFonts w:ascii="Arial" w:hAnsi="Arial" w:cs="Arial"/>
                <w:b/>
                <w:bCs/>
                <w:color w:val="000000"/>
                <w:sz w:val="18"/>
                <w:u w:val="single"/>
              </w:rPr>
              <w:t>Objective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t xml:space="preserve">:Use appropriate technology tools and other resources to access information 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Essential Standard: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t>HS.SI..1.3 – Evaluate content for relevance to the assigned task.</w:t>
            </w:r>
            <w:r w:rsidRPr="003B6B0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B6B04">
              <w:rPr>
                <w:rFonts w:ascii="Arial" w:hAnsi="Arial" w:cs="Arial"/>
                <w:b/>
                <w:bCs/>
                <w:color w:val="000000"/>
                <w:u w:val="single"/>
              </w:rPr>
              <w:t>SIOP Objective</w:t>
            </w:r>
            <w:r w:rsidRPr="003B6B04">
              <w:rPr>
                <w:rFonts w:ascii="Arial" w:hAnsi="Arial" w:cs="Arial"/>
                <w:color w:val="000000"/>
              </w:rPr>
              <w:t xml:space="preserve">: Today you will </w:t>
            </w:r>
            <w:r>
              <w:rPr>
                <w:rFonts w:ascii="Arial" w:hAnsi="Arial" w:cs="Arial"/>
                <w:color w:val="000000"/>
              </w:rPr>
              <w:t>finish</w:t>
            </w:r>
            <w:r w:rsidRPr="003B6B04">
              <w:rPr>
                <w:rFonts w:ascii="Arial" w:hAnsi="Arial" w:cs="Arial"/>
                <w:color w:val="000000"/>
              </w:rPr>
              <w:t xml:space="preserve"> evaluating a primary source on your topic using the research sheet to evaluate the criteria of author, purpose, and audience.</w:t>
            </w:r>
          </w:p>
          <w:p w:rsidR="006657A5" w:rsidRPr="00901F42" w:rsidRDefault="006657A5" w:rsidP="0072514F">
            <w:pPr>
              <w:numPr>
                <w:ilvl w:val="0"/>
                <w:numId w:val="1"/>
              </w:numPr>
            </w:pPr>
            <w:r>
              <w:t>Due Primary Source Research Sheet</w:t>
            </w:r>
          </w:p>
        </w:tc>
      </w:tr>
    </w:tbl>
    <w:p w:rsidR="006657A5" w:rsidRPr="00901F42" w:rsidRDefault="006657A5"/>
    <w:sectPr w:rsidR="006657A5" w:rsidRPr="00901F42" w:rsidSect="009F32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7A5" w:rsidRDefault="006657A5" w:rsidP="009F32DA">
      <w:r>
        <w:separator/>
      </w:r>
    </w:p>
  </w:endnote>
  <w:endnote w:type="continuationSeparator" w:id="0">
    <w:p w:rsidR="006657A5" w:rsidRDefault="006657A5" w:rsidP="009F3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A5" w:rsidRDefault="006657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A5" w:rsidRDefault="006657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A5" w:rsidRDefault="006657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7A5" w:rsidRDefault="006657A5" w:rsidP="009F32DA">
      <w:r>
        <w:separator/>
      </w:r>
    </w:p>
  </w:footnote>
  <w:footnote w:type="continuationSeparator" w:id="0">
    <w:p w:rsidR="006657A5" w:rsidRDefault="006657A5" w:rsidP="009F3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A5" w:rsidRDefault="006657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A5" w:rsidRPr="009F32DA" w:rsidRDefault="006657A5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72"/>
        <w:szCs w:val="72"/>
      </w:rPr>
    </w:pPr>
    <w:r w:rsidRPr="009F32DA">
      <w:rPr>
        <w:rFonts w:ascii="Cambria" w:hAnsi="Cambria"/>
        <w:sz w:val="72"/>
        <w:szCs w:val="72"/>
      </w:rPr>
      <w:t>Library Science II</w:t>
    </w:r>
    <w:r>
      <w:rPr>
        <w:rFonts w:ascii="Cambria" w:hAnsi="Cambria"/>
        <w:sz w:val="72"/>
        <w:szCs w:val="72"/>
      </w:rPr>
      <w:t xml:space="preserve"> – 1</w:t>
    </w:r>
    <w:r w:rsidRPr="007355D4">
      <w:rPr>
        <w:rFonts w:ascii="Cambria" w:hAnsi="Cambria"/>
        <w:sz w:val="72"/>
        <w:szCs w:val="72"/>
        <w:vertAlign w:val="superscript"/>
      </w:rPr>
      <w:t>st</w:t>
    </w:r>
    <w:r>
      <w:rPr>
        <w:rFonts w:ascii="Cambria" w:hAnsi="Cambria"/>
        <w:sz w:val="72"/>
        <w:szCs w:val="72"/>
      </w:rPr>
      <w:t xml:space="preserve"> Six Weeks</w:t>
    </w:r>
  </w:p>
  <w:p w:rsidR="006657A5" w:rsidRDefault="006657A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A5" w:rsidRDefault="006657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10A0"/>
    <w:multiLevelType w:val="hybridMultilevel"/>
    <w:tmpl w:val="6B307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DC65A0"/>
    <w:multiLevelType w:val="hybridMultilevel"/>
    <w:tmpl w:val="CCB8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2DA"/>
    <w:rsid w:val="000137A8"/>
    <w:rsid w:val="0007078A"/>
    <w:rsid w:val="00104DD7"/>
    <w:rsid w:val="00185DB7"/>
    <w:rsid w:val="001C62DA"/>
    <w:rsid w:val="00206211"/>
    <w:rsid w:val="00211381"/>
    <w:rsid w:val="0022055D"/>
    <w:rsid w:val="002B0236"/>
    <w:rsid w:val="002B3ED6"/>
    <w:rsid w:val="002E79B3"/>
    <w:rsid w:val="002F0566"/>
    <w:rsid w:val="00306929"/>
    <w:rsid w:val="00315B0E"/>
    <w:rsid w:val="003738A0"/>
    <w:rsid w:val="003A33A8"/>
    <w:rsid w:val="003B6B04"/>
    <w:rsid w:val="003E77A0"/>
    <w:rsid w:val="00405823"/>
    <w:rsid w:val="00421022"/>
    <w:rsid w:val="00444847"/>
    <w:rsid w:val="004A5DC2"/>
    <w:rsid w:val="004B3583"/>
    <w:rsid w:val="004C115A"/>
    <w:rsid w:val="004C3623"/>
    <w:rsid w:val="004D54CB"/>
    <w:rsid w:val="004F2732"/>
    <w:rsid w:val="0061053A"/>
    <w:rsid w:val="006165EB"/>
    <w:rsid w:val="00630B0E"/>
    <w:rsid w:val="00636A0E"/>
    <w:rsid w:val="006657A5"/>
    <w:rsid w:val="0072514F"/>
    <w:rsid w:val="007355D4"/>
    <w:rsid w:val="00766A1E"/>
    <w:rsid w:val="007776D1"/>
    <w:rsid w:val="00786779"/>
    <w:rsid w:val="007C2747"/>
    <w:rsid w:val="00803BDE"/>
    <w:rsid w:val="0083176C"/>
    <w:rsid w:val="0084410C"/>
    <w:rsid w:val="00854C63"/>
    <w:rsid w:val="008750AB"/>
    <w:rsid w:val="00901F42"/>
    <w:rsid w:val="00917A85"/>
    <w:rsid w:val="00922FCE"/>
    <w:rsid w:val="00931907"/>
    <w:rsid w:val="00943EF9"/>
    <w:rsid w:val="009771C8"/>
    <w:rsid w:val="009849B8"/>
    <w:rsid w:val="009D065F"/>
    <w:rsid w:val="009D2D6F"/>
    <w:rsid w:val="009F2956"/>
    <w:rsid w:val="009F32DA"/>
    <w:rsid w:val="00A07386"/>
    <w:rsid w:val="00A31A67"/>
    <w:rsid w:val="00A338C3"/>
    <w:rsid w:val="00A44D20"/>
    <w:rsid w:val="00B26904"/>
    <w:rsid w:val="00BD23F5"/>
    <w:rsid w:val="00BE21E7"/>
    <w:rsid w:val="00C60F19"/>
    <w:rsid w:val="00C7363C"/>
    <w:rsid w:val="00CA7C4A"/>
    <w:rsid w:val="00CF2771"/>
    <w:rsid w:val="00D06D1F"/>
    <w:rsid w:val="00D10691"/>
    <w:rsid w:val="00D13D56"/>
    <w:rsid w:val="00D201D1"/>
    <w:rsid w:val="00D600CE"/>
    <w:rsid w:val="00D767F3"/>
    <w:rsid w:val="00D95566"/>
    <w:rsid w:val="00DD7916"/>
    <w:rsid w:val="00DE1594"/>
    <w:rsid w:val="00E13656"/>
    <w:rsid w:val="00E51B3B"/>
    <w:rsid w:val="00E92E4F"/>
    <w:rsid w:val="00EE0274"/>
    <w:rsid w:val="00F15A9A"/>
    <w:rsid w:val="00F721DE"/>
    <w:rsid w:val="00F83F6F"/>
    <w:rsid w:val="00F84B08"/>
    <w:rsid w:val="00FE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95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32DA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32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F32DA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32D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F32DA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32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22F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E1365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1332</Words>
  <Characters>7598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Science II</dc:title>
  <dc:subject/>
  <dc:creator>Pitt County Schools</dc:creator>
  <cp:keywords/>
  <dc:description/>
  <cp:lastModifiedBy>Mangum</cp:lastModifiedBy>
  <cp:revision>5</cp:revision>
  <cp:lastPrinted>2011-10-02T17:11:00Z</cp:lastPrinted>
  <dcterms:created xsi:type="dcterms:W3CDTF">2011-09-28T16:24:00Z</dcterms:created>
  <dcterms:modified xsi:type="dcterms:W3CDTF">2011-10-02T17:18:00Z</dcterms:modified>
</cp:coreProperties>
</file>